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7D3374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04BB3" w:rsidRPr="00504BB3">
        <w:rPr>
          <w:rStyle w:val="Siln"/>
        </w:rPr>
        <w:t>Nákup pásového štěpkovače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504BB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504BB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4BB3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13E3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1C9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6513E3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2024-08-12T13:09:00Z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